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1674"/>
        <w:gridCol w:w="4131"/>
        <w:gridCol w:w="1707"/>
        <w:gridCol w:w="4395"/>
      </w:tblGrid>
      <w:tr w:rsidR="007B5ED7" w:rsidRPr="00BF2C7B" w:rsidTr="00C37775">
        <w:trPr>
          <w:trHeight w:val="278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7B5ED7" w:rsidRPr="0020654A" w:rsidRDefault="00F72677" w:rsidP="00C37775">
            <w:pPr>
              <w:pStyle w:val="Ttulo1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</w:t>
            </w:r>
            <w:r w:rsidR="00C37775">
              <w:rPr>
                <w:rFonts w:cs="Arial"/>
                <w:sz w:val="22"/>
                <w:szCs w:val="22"/>
              </w:rPr>
              <w:t xml:space="preserve">scuela </w:t>
            </w:r>
            <w:r>
              <w:rPr>
                <w:rFonts w:cs="Arial"/>
                <w:sz w:val="22"/>
                <w:szCs w:val="22"/>
              </w:rPr>
              <w:t>T</w:t>
            </w:r>
            <w:r w:rsidR="00C37775">
              <w:rPr>
                <w:rFonts w:cs="Arial"/>
                <w:sz w:val="22"/>
                <w:szCs w:val="22"/>
              </w:rPr>
              <w:t>aller</w:t>
            </w:r>
            <w:r>
              <w:rPr>
                <w:rFonts w:cs="Arial"/>
                <w:sz w:val="22"/>
                <w:szCs w:val="22"/>
              </w:rPr>
              <w:t xml:space="preserve"> / </w:t>
            </w:r>
            <w:r w:rsidR="00C37775">
              <w:rPr>
                <w:rFonts w:cs="Arial"/>
                <w:sz w:val="22"/>
                <w:szCs w:val="22"/>
              </w:rPr>
              <w:t>Taller F. y Empleo</w:t>
            </w:r>
            <w:r w:rsidR="007B5ED7" w:rsidRPr="0020654A">
              <w:rPr>
                <w:rFonts w:cs="Arial"/>
                <w:sz w:val="22"/>
                <w:szCs w:val="22"/>
              </w:rPr>
              <w:t xml:space="preserve">: </w:t>
            </w:r>
          </w:p>
        </w:tc>
      </w:tr>
      <w:tr w:rsidR="007A4FF9" w:rsidRPr="00BF2C7B" w:rsidTr="00C37775">
        <w:trPr>
          <w:trHeight w:val="278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7A4FF9" w:rsidRPr="0020654A" w:rsidRDefault="007B5ED7" w:rsidP="007604F4">
            <w:pPr>
              <w:pStyle w:val="Ttulo1"/>
              <w:rPr>
                <w:rFonts w:cs="Arial"/>
                <w:sz w:val="22"/>
                <w:szCs w:val="22"/>
              </w:rPr>
            </w:pPr>
            <w:r w:rsidRPr="0020654A">
              <w:rPr>
                <w:rFonts w:cs="Arial"/>
                <w:sz w:val="22"/>
                <w:szCs w:val="22"/>
              </w:rPr>
              <w:t>TALLERES DE ORIENTACIÓN GRUPAL</w:t>
            </w:r>
          </w:p>
        </w:tc>
      </w:tr>
      <w:tr w:rsidR="007A4FF9" w:rsidRPr="00BF2C7B" w:rsidTr="004B46CA">
        <w:trPr>
          <w:trHeight w:val="1737"/>
          <w:jc w:val="center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FF9" w:rsidRDefault="007A4FF9" w:rsidP="00B65493">
            <w:pPr>
              <w:ind w:right="-709"/>
              <w:rPr>
                <w:rFonts w:cs="Arial"/>
                <w:b/>
                <w:noProof/>
              </w:rPr>
            </w:pPr>
          </w:p>
          <w:p w:rsidR="007A4FF9" w:rsidRPr="00B90767" w:rsidRDefault="007A4FF9" w:rsidP="004B46CA">
            <w:pPr>
              <w:tabs>
                <w:tab w:val="left" w:pos="8576"/>
              </w:tabs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  <w:r w:rsidRPr="00135068">
              <w:rPr>
                <w:rFonts w:cs="Arial"/>
                <w:b/>
                <w:noProof/>
                <w:sz w:val="22"/>
                <w:szCs w:val="22"/>
              </w:rPr>
              <w:t>ACCIÓN</w:t>
            </w:r>
            <w:r w:rsidR="004B46CA">
              <w:rPr>
                <w:rFonts w:cs="Arial"/>
                <w:b/>
                <w:noProof/>
                <w:sz w:val="22"/>
                <w:szCs w:val="22"/>
              </w:rPr>
              <w:t xml:space="preserve"> GRUPAL:</w:t>
            </w:r>
            <w:r w:rsidR="00AB4B1F">
              <w:rPr>
                <w:rFonts w:cs="Arial"/>
                <w:b/>
                <w:noProof/>
                <w:sz w:val="22"/>
                <w:szCs w:val="22"/>
              </w:rPr>
              <w:t xml:space="preserve">        </w:t>
            </w:r>
          </w:p>
          <w:p w:rsidR="004B46CA" w:rsidRDefault="004B46CA" w:rsidP="00AB4B1F">
            <w:pPr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</w:p>
          <w:p w:rsidR="00AB4B1F" w:rsidRPr="00AB4B1F" w:rsidRDefault="007A4FF9" w:rsidP="00AB4B1F">
            <w:pPr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 xml:space="preserve">ENTIDAD: </w:t>
            </w:r>
            <w:r w:rsidR="005B2D00">
              <w:rPr>
                <w:rFonts w:cs="Arial"/>
                <w:b/>
                <w:noProof/>
                <w:sz w:val="22"/>
                <w:szCs w:val="22"/>
              </w:rPr>
              <w:t>_______________________</w:t>
            </w:r>
            <w:r w:rsidR="004E775B">
              <w:rPr>
                <w:rFonts w:cs="Arial"/>
                <w:b/>
                <w:noProof/>
                <w:sz w:val="22"/>
                <w:szCs w:val="22"/>
              </w:rPr>
              <w:t xml:space="preserve"> </w:t>
            </w:r>
          </w:p>
          <w:p w:rsidR="004B46CA" w:rsidRDefault="004B46CA" w:rsidP="00B65493">
            <w:pPr>
              <w:ind w:right="-709"/>
              <w:rPr>
                <w:rFonts w:cs="Arial"/>
                <w:b/>
                <w:noProof/>
                <w:sz w:val="22"/>
                <w:szCs w:val="22"/>
              </w:rPr>
            </w:pPr>
          </w:p>
          <w:p w:rsidR="007A4FF9" w:rsidRPr="0071615D" w:rsidRDefault="007A4FF9" w:rsidP="00B65493">
            <w:pPr>
              <w:ind w:right="-709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NOMBRE Y APELLIDOS TÉCNICO/A:</w:t>
            </w:r>
          </w:p>
        </w:tc>
      </w:tr>
      <w:tr w:rsidR="00DF3444" w:rsidRPr="00BF2C7B" w:rsidTr="00DF3444">
        <w:trPr>
          <w:cantSplit/>
          <w:trHeight w:val="471"/>
          <w:jc w:val="center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F3444" w:rsidRPr="00BF2C7B" w:rsidRDefault="00DF3444" w:rsidP="007604F4">
            <w:pPr>
              <w:rPr>
                <w:rFonts w:cs="Arial"/>
                <w:b/>
                <w:noProof/>
              </w:rPr>
            </w:pPr>
            <w:r w:rsidRPr="00BF2C7B">
              <w:rPr>
                <w:rFonts w:cs="Arial"/>
                <w:b/>
                <w:noProof/>
                <w:sz w:val="22"/>
                <w:szCs w:val="22"/>
              </w:rPr>
              <w:t>Nº PARTICIPANTES:</w:t>
            </w:r>
          </w:p>
        </w:tc>
        <w:tc>
          <w:tcPr>
            <w:tcW w:w="10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444" w:rsidRPr="00BF2C7B" w:rsidRDefault="00DF3444" w:rsidP="00C37775">
            <w:pPr>
              <w:rPr>
                <w:rFonts w:cs="Arial"/>
                <w:b/>
                <w:noProof/>
              </w:rPr>
            </w:pPr>
            <w:r w:rsidRPr="00BF2C7B">
              <w:rPr>
                <w:rFonts w:cs="Arial"/>
                <w:b/>
                <w:noProof/>
                <w:sz w:val="22"/>
                <w:szCs w:val="22"/>
              </w:rPr>
              <w:t>FECHA</w:t>
            </w:r>
            <w:r>
              <w:rPr>
                <w:rFonts w:cs="Arial"/>
                <w:b/>
                <w:noProof/>
                <w:sz w:val="22"/>
                <w:szCs w:val="22"/>
              </w:rPr>
              <w:t>:</w:t>
            </w:r>
          </w:p>
        </w:tc>
      </w:tr>
      <w:tr w:rsidR="007A4FF9" w:rsidRPr="00BF2C7B" w:rsidTr="004B46CA">
        <w:trPr>
          <w:trHeight w:val="472"/>
          <w:jc w:val="center"/>
        </w:trPr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F9" w:rsidRPr="00BF2C7B" w:rsidRDefault="00B90767" w:rsidP="007604F4">
            <w:pPr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HORAS</w:t>
            </w:r>
            <w:r w:rsidR="00904299">
              <w:rPr>
                <w:rFonts w:cs="Arial"/>
                <w:b/>
                <w:noProof/>
                <w:sz w:val="22"/>
                <w:szCs w:val="22"/>
              </w:rPr>
              <w:t xml:space="preserve"> ACCIÓN</w:t>
            </w:r>
            <w:r>
              <w:rPr>
                <w:rFonts w:cs="Arial"/>
                <w:b/>
                <w:noProof/>
                <w:sz w:val="22"/>
                <w:szCs w:val="22"/>
              </w:rPr>
              <w:t>:</w:t>
            </w:r>
          </w:p>
        </w:tc>
        <w:tc>
          <w:tcPr>
            <w:tcW w:w="10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FF9" w:rsidRPr="00553CE9" w:rsidRDefault="00553CE9" w:rsidP="004B46CA">
            <w:pPr>
              <w:rPr>
                <w:rFonts w:cs="Arial"/>
                <w:iCs/>
                <w:noProof/>
                <w:sz w:val="22"/>
                <w:szCs w:val="22"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LOCALIDAD</w:t>
            </w:r>
            <w:r w:rsidR="00B90767" w:rsidRPr="00553CE9">
              <w:rPr>
                <w:rFonts w:cs="Arial"/>
                <w:iCs/>
                <w:noProof/>
                <w:sz w:val="22"/>
                <w:szCs w:val="22"/>
              </w:rPr>
              <w:t>:</w:t>
            </w:r>
          </w:p>
        </w:tc>
      </w:tr>
      <w:tr w:rsidR="00904299" w:rsidRPr="00BF2C7B" w:rsidTr="00904299">
        <w:trPr>
          <w:cantSplit/>
          <w:trHeight w:val="70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Pr="00BF2C7B" w:rsidRDefault="00904299" w:rsidP="00904299">
            <w:pPr>
              <w:pStyle w:val="Ttulo5"/>
              <w:jc w:val="center"/>
              <w:rPr>
                <w:rFonts w:cs="Arial"/>
                <w:i w:val="0"/>
                <w:sz w:val="22"/>
                <w:szCs w:val="22"/>
              </w:rPr>
            </w:pPr>
            <w:r w:rsidRPr="00BF2C7B">
              <w:rPr>
                <w:rFonts w:cs="Arial"/>
                <w:i w:val="0"/>
                <w:sz w:val="22"/>
                <w:szCs w:val="22"/>
              </w:rPr>
              <w:t>NIF/NIE</w:t>
            </w: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Pr="00BF2C7B" w:rsidRDefault="00904299" w:rsidP="00904299">
            <w:pPr>
              <w:pStyle w:val="Ttulo6"/>
              <w:jc w:val="center"/>
              <w:rPr>
                <w:rFonts w:cs="Arial"/>
              </w:rPr>
            </w:pPr>
            <w:r w:rsidRPr="00BF2C7B">
              <w:rPr>
                <w:rFonts w:cs="Arial"/>
              </w:rPr>
              <w:t>APELLIDOS Y NOMBRE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Pr="00BF2C7B" w:rsidRDefault="00904299" w:rsidP="00904299">
            <w:pPr>
              <w:pStyle w:val="Ttulo6"/>
              <w:jc w:val="center"/>
              <w:rPr>
                <w:rFonts w:cs="Arial"/>
              </w:rPr>
            </w:pPr>
            <w:r>
              <w:rPr>
                <w:rFonts w:cs="Arial"/>
              </w:rPr>
              <w:t>HORAS</w:t>
            </w:r>
            <w:r>
              <w:rPr>
                <w:rFonts w:cs="Arial"/>
              </w:rPr>
              <w:br/>
              <w:t>ASISTENCIA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904299" w:rsidRDefault="00904299" w:rsidP="00904299">
            <w:pPr>
              <w:pStyle w:val="Ttulo6"/>
              <w:jc w:val="center"/>
              <w:rPr>
                <w:rFonts w:cs="Arial"/>
                <w:b w:val="0"/>
                <w:noProof/>
              </w:rPr>
            </w:pPr>
          </w:p>
          <w:p w:rsidR="00904299" w:rsidRPr="007B7AA0" w:rsidRDefault="00904299" w:rsidP="00904299">
            <w:pPr>
              <w:ind w:left="-70" w:right="-69"/>
              <w:jc w:val="center"/>
              <w:rPr>
                <w:rFonts w:cs="Arial"/>
                <w:b/>
                <w:noProof/>
              </w:rPr>
            </w:pPr>
            <w:r>
              <w:rPr>
                <w:rFonts w:cs="Arial"/>
                <w:b/>
                <w:noProof/>
                <w:sz w:val="22"/>
                <w:szCs w:val="22"/>
              </w:rPr>
              <w:t>FIRMA</w:t>
            </w:r>
          </w:p>
          <w:p w:rsidR="00904299" w:rsidRDefault="00904299" w:rsidP="00904299">
            <w:pPr>
              <w:ind w:left="-70" w:right="-69"/>
              <w:jc w:val="center"/>
              <w:rPr>
                <w:rFonts w:cs="Arial"/>
                <w:b/>
                <w:noProof/>
                <w:sz w:val="10"/>
                <w:szCs w:val="10"/>
              </w:rPr>
            </w:pPr>
          </w:p>
          <w:p w:rsidR="00904299" w:rsidRPr="003F1421" w:rsidRDefault="00904299" w:rsidP="00904299">
            <w:pPr>
              <w:ind w:left="-70" w:right="-69"/>
              <w:jc w:val="center"/>
              <w:rPr>
                <w:rFonts w:cs="Arial"/>
                <w:b/>
                <w:noProof/>
                <w:sz w:val="20"/>
                <w:szCs w:val="20"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bookmarkStart w:id="0" w:name="_GoBack"/>
        <w:bookmarkEnd w:id="0"/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B65493">
            <w:pPr>
              <w:ind w:left="-142"/>
              <w:rPr>
                <w:rFonts w:cs="Arial"/>
                <w:noProof/>
              </w:rPr>
            </w:pPr>
          </w:p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B65493">
            <w:pPr>
              <w:ind w:left="-142"/>
              <w:rPr>
                <w:rFonts w:cs="Arial"/>
                <w:noProof/>
              </w:rPr>
            </w:pPr>
          </w:p>
        </w:tc>
      </w:tr>
      <w:tr w:rsidR="00904299" w:rsidRPr="00BF2C7B" w:rsidTr="00904299">
        <w:trPr>
          <w:trHeight w:hRule="exact" w:val="454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5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299" w:rsidRPr="00BF2C7B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299" w:rsidRPr="00BF2C7B" w:rsidRDefault="00904299" w:rsidP="00795D45">
            <w:pPr>
              <w:ind w:left="-142"/>
              <w:rPr>
                <w:rFonts w:cs="Arial"/>
                <w:noProof/>
              </w:rPr>
            </w:pPr>
          </w:p>
        </w:tc>
      </w:tr>
    </w:tbl>
    <w:p w:rsidR="004B46CA" w:rsidRPr="0020654A" w:rsidRDefault="004B46CA" w:rsidP="004B46CA">
      <w:pPr>
        <w:rPr>
          <w:sz w:val="2"/>
          <w:szCs w:val="2"/>
        </w:rPr>
      </w:pPr>
    </w:p>
    <w:p w:rsidR="004B46CA" w:rsidRPr="0020654A" w:rsidRDefault="004B46CA" w:rsidP="004B46CA">
      <w:pPr>
        <w:rPr>
          <w:sz w:val="2"/>
          <w:szCs w:val="2"/>
        </w:rPr>
      </w:pPr>
    </w:p>
    <w:p w:rsidR="0042148B" w:rsidRPr="0020654A" w:rsidRDefault="0042148B" w:rsidP="004B46CA">
      <w:pPr>
        <w:rPr>
          <w:sz w:val="2"/>
          <w:szCs w:val="2"/>
        </w:rPr>
      </w:pPr>
    </w:p>
    <w:sectPr w:rsidR="0042148B" w:rsidRPr="0020654A" w:rsidSect="00BF554C">
      <w:headerReference w:type="even" r:id="rId6"/>
      <w:headerReference w:type="default" r:id="rId7"/>
      <w:pgSz w:w="16838" w:h="11906" w:orient="landscape"/>
      <w:pgMar w:top="1700" w:right="1077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A71" w:rsidRDefault="00402A71" w:rsidP="00B72461">
      <w:r>
        <w:separator/>
      </w:r>
    </w:p>
  </w:endnote>
  <w:endnote w:type="continuationSeparator" w:id="0">
    <w:p w:rsidR="00402A71" w:rsidRDefault="00402A71" w:rsidP="00B7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A71" w:rsidRDefault="00402A71" w:rsidP="00B72461">
      <w:r>
        <w:separator/>
      </w:r>
    </w:p>
  </w:footnote>
  <w:footnote w:type="continuationSeparator" w:id="0">
    <w:p w:rsidR="00402A71" w:rsidRDefault="00402A71" w:rsidP="00B72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5EC" w:rsidRDefault="004801A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CB9" w:rsidRDefault="00041CB9" w:rsidP="00041CB9">
    <w:pPr>
      <w:pStyle w:val="Encabezado"/>
      <w:rPr>
        <w:noProof/>
        <w:lang w:eastAsia="es-ES"/>
      </w:rPr>
    </w:pPr>
    <w:r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237A501D" wp14:editId="26603D22">
          <wp:simplePos x="0" y="0"/>
          <wp:positionH relativeFrom="margin">
            <wp:posOffset>7599045</wp:posOffset>
          </wp:positionH>
          <wp:positionV relativeFrom="paragraph">
            <wp:posOffset>-5080</wp:posOffset>
          </wp:positionV>
          <wp:extent cx="1502410" cy="436880"/>
          <wp:effectExtent l="0" t="0" r="2540" b="1270"/>
          <wp:wrapSquare wrapText="right"/>
          <wp:docPr id="11" name="Imagen 1" descr="http://intraprod.inem.es/intranet/relaciones/images/logos/MINISTERIO_SP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intraprod.inem.es/intranet/relaciones/images/logos/MINISTERIO_SPE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2410" cy="4368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4331EEA1" wp14:editId="6D9C6277">
          <wp:simplePos x="0" y="0"/>
          <wp:positionH relativeFrom="column">
            <wp:posOffset>93483</wp:posOffset>
          </wp:positionH>
          <wp:positionV relativeFrom="paragraph">
            <wp:posOffset>-4942</wp:posOffset>
          </wp:positionV>
          <wp:extent cx="1661795" cy="453224"/>
          <wp:effectExtent l="0" t="0" r="0" b="4445"/>
          <wp:wrapNone/>
          <wp:docPr id="5" name="2 Imagen" descr="SNELogoCasE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NELogoCasEu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1856" cy="4559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t xml:space="preserve">                                 </w:t>
    </w:r>
  </w:p>
  <w:p w:rsidR="007A4FF9" w:rsidRDefault="007A4FF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4A"/>
    <w:rsid w:val="00041CB9"/>
    <w:rsid w:val="0009355F"/>
    <w:rsid w:val="000A766D"/>
    <w:rsid w:val="000E5653"/>
    <w:rsid w:val="00105030"/>
    <w:rsid w:val="001127AC"/>
    <w:rsid w:val="00135068"/>
    <w:rsid w:val="001C5584"/>
    <w:rsid w:val="0020654A"/>
    <w:rsid w:val="00233F89"/>
    <w:rsid w:val="002676C0"/>
    <w:rsid w:val="002A2408"/>
    <w:rsid w:val="002E34FB"/>
    <w:rsid w:val="00387DE3"/>
    <w:rsid w:val="003F1421"/>
    <w:rsid w:val="00402A71"/>
    <w:rsid w:val="00412E90"/>
    <w:rsid w:val="0042148B"/>
    <w:rsid w:val="0044312C"/>
    <w:rsid w:val="00463EED"/>
    <w:rsid w:val="004801AE"/>
    <w:rsid w:val="00487568"/>
    <w:rsid w:val="004B46CA"/>
    <w:rsid w:val="004C75DD"/>
    <w:rsid w:val="004E775B"/>
    <w:rsid w:val="004F725C"/>
    <w:rsid w:val="00504820"/>
    <w:rsid w:val="00553CE9"/>
    <w:rsid w:val="005B2D00"/>
    <w:rsid w:val="005C6392"/>
    <w:rsid w:val="005E7542"/>
    <w:rsid w:val="0071615D"/>
    <w:rsid w:val="007604F4"/>
    <w:rsid w:val="007A4FF9"/>
    <w:rsid w:val="007B5ED7"/>
    <w:rsid w:val="007B7AA0"/>
    <w:rsid w:val="008865EC"/>
    <w:rsid w:val="008C1BDE"/>
    <w:rsid w:val="008E2014"/>
    <w:rsid w:val="008E2C54"/>
    <w:rsid w:val="008E6E99"/>
    <w:rsid w:val="00904299"/>
    <w:rsid w:val="00907962"/>
    <w:rsid w:val="00932251"/>
    <w:rsid w:val="00983ED7"/>
    <w:rsid w:val="009935B7"/>
    <w:rsid w:val="009D297B"/>
    <w:rsid w:val="00A017D8"/>
    <w:rsid w:val="00A64168"/>
    <w:rsid w:val="00AB4B1F"/>
    <w:rsid w:val="00AC3053"/>
    <w:rsid w:val="00B1405D"/>
    <w:rsid w:val="00B45888"/>
    <w:rsid w:val="00B55240"/>
    <w:rsid w:val="00B65493"/>
    <w:rsid w:val="00B72461"/>
    <w:rsid w:val="00B90767"/>
    <w:rsid w:val="00B914AA"/>
    <w:rsid w:val="00BA0E54"/>
    <w:rsid w:val="00BA2E3B"/>
    <w:rsid w:val="00BD15D1"/>
    <w:rsid w:val="00BF2C7B"/>
    <w:rsid w:val="00BF554C"/>
    <w:rsid w:val="00C10F78"/>
    <w:rsid w:val="00C37775"/>
    <w:rsid w:val="00CC112E"/>
    <w:rsid w:val="00D61D03"/>
    <w:rsid w:val="00D76AB2"/>
    <w:rsid w:val="00DE1DA1"/>
    <w:rsid w:val="00DF3444"/>
    <w:rsid w:val="00E137B0"/>
    <w:rsid w:val="00EB63E9"/>
    <w:rsid w:val="00EC363F"/>
    <w:rsid w:val="00F15AF5"/>
    <w:rsid w:val="00F33C62"/>
    <w:rsid w:val="00F72677"/>
    <w:rsid w:val="00F95E33"/>
    <w:rsid w:val="00FB0D3B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358D671"/>
  <w15:docId w15:val="{1B9F2C88-FAF7-4527-B8BB-4158C06E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461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B72461"/>
    <w:pPr>
      <w:keepNext/>
      <w:jc w:val="center"/>
      <w:outlineLvl w:val="0"/>
    </w:pPr>
    <w:rPr>
      <w:b/>
      <w:noProof/>
      <w:sz w:val="40"/>
      <w:szCs w:val="20"/>
    </w:rPr>
  </w:style>
  <w:style w:type="paragraph" w:styleId="Ttulo5">
    <w:name w:val="heading 5"/>
    <w:basedOn w:val="Normal"/>
    <w:next w:val="Normal"/>
    <w:link w:val="Ttulo5Car"/>
    <w:qFormat/>
    <w:rsid w:val="00B724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B7246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FF5C83"/>
    <w:pPr>
      <w:tabs>
        <w:tab w:val="center" w:pos="4252"/>
        <w:tab w:val="right" w:pos="8504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locked/>
    <w:rsid w:val="00FF5C83"/>
    <w:rPr>
      <w:rFonts w:ascii="Calibri" w:eastAsia="Times New Roman" w:hAnsi="Calibri" w:cs="Calibri"/>
    </w:rPr>
  </w:style>
  <w:style w:type="paragraph" w:styleId="Piedepgina">
    <w:name w:val="footer"/>
    <w:basedOn w:val="Normal"/>
    <w:link w:val="PiedepginaCar"/>
    <w:rsid w:val="00FF5C83"/>
    <w:pPr>
      <w:tabs>
        <w:tab w:val="center" w:pos="4252"/>
        <w:tab w:val="right" w:pos="8504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locked/>
    <w:rsid w:val="00FF5C83"/>
    <w:rPr>
      <w:rFonts w:ascii="Calibri" w:eastAsia="Times New Roman" w:hAnsi="Calibri" w:cs="Calibri"/>
    </w:rPr>
  </w:style>
  <w:style w:type="character" w:customStyle="1" w:styleId="Ttulo1Car">
    <w:name w:val="Título 1 Car"/>
    <w:basedOn w:val="Fuentedeprrafopredeter"/>
    <w:link w:val="Ttulo1"/>
    <w:locked/>
    <w:rsid w:val="00B72461"/>
    <w:rPr>
      <w:rFonts w:ascii="Arial" w:hAnsi="Arial" w:cs="Times New Roman"/>
      <w:b/>
      <w:noProof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locked/>
    <w:rsid w:val="00B72461"/>
    <w:rPr>
      <w:rFonts w:ascii="Arial" w:hAnsi="Arial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locked/>
    <w:rsid w:val="00B72461"/>
    <w:rPr>
      <w:rFonts w:ascii="Arial" w:hAnsi="Arial" w:cs="Times New Roman"/>
      <w:b/>
      <w:bCs/>
      <w:lang w:eastAsia="es-ES"/>
    </w:rPr>
  </w:style>
  <w:style w:type="paragraph" w:styleId="Textodeglobo">
    <w:name w:val="Balloon Text"/>
    <w:basedOn w:val="Normal"/>
    <w:link w:val="TextodegloboCar"/>
    <w:semiHidden/>
    <w:rsid w:val="00B7246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locked/>
    <w:rsid w:val="00B72461"/>
    <w:rPr>
      <w:rFonts w:ascii="Tahoma" w:hAnsi="Tahoma" w:cs="Tahoma"/>
      <w:sz w:val="16"/>
      <w:szCs w:val="16"/>
      <w:lang w:eastAsia="es-ES"/>
    </w:rPr>
  </w:style>
  <w:style w:type="character" w:styleId="nfasis">
    <w:name w:val="Emphasis"/>
    <w:basedOn w:val="Fuentedeprrafopredeter"/>
    <w:qFormat/>
    <w:locked/>
    <w:rsid w:val="00553CE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IRIAM%202017\000%20PROGRAMAS\02%20PIFE\03%20PIFE%20NAVARRA\08%20HERRAMIENTAS%20SOPORTE%20EJECUCI&#211;N\01%20JUSTIFICACION\01%20PLANTILLAS\03%20Talleres%20grupales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 Talleres grupales.dot</Template>
  <TotalTime>30</TotalTime>
  <Pages>1</Pages>
  <Words>32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CONTROL (2)</vt:lpstr>
    </vt:vector>
  </TitlesOfParts>
  <Company> 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CONTROL (2)</dc:title>
  <dc:subject/>
  <dc:creator>MIRIAM MARTON</dc:creator>
  <cp:keywords/>
  <dc:description/>
  <cp:lastModifiedBy>x068933</cp:lastModifiedBy>
  <cp:revision>15</cp:revision>
  <cp:lastPrinted>2024-01-23T08:56:00Z</cp:lastPrinted>
  <dcterms:created xsi:type="dcterms:W3CDTF">2024-01-23T08:19:00Z</dcterms:created>
  <dcterms:modified xsi:type="dcterms:W3CDTF">2024-01-25T08:41:00Z</dcterms:modified>
</cp:coreProperties>
</file>